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182DCF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182DCF">
              <w:trPr>
                <w:cantSplit/>
                <w:trHeight w:hRule="exact" w:val="7200"/>
              </w:trPr>
              <w:tc>
                <w:tcPr>
                  <w:tcW w:w="7200" w:type="dxa"/>
                </w:tcPr>
                <w:p w:rsidR="00182DCF" w:rsidRDefault="009D72E5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4448174" cy="464820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881931.png"/>
                                <pic:cNvPicPr/>
                              </pic:nvPicPr>
                              <pic:blipFill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523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456415" cy="46568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82DCF">
              <w:trPr>
                <w:trHeight w:hRule="exact" w:val="5760"/>
              </w:trPr>
              <w:tc>
                <w:tcPr>
                  <w:tcW w:w="7200" w:type="dxa"/>
                </w:tcPr>
                <w:p w:rsidR="001B57B4" w:rsidRPr="001B57B4" w:rsidRDefault="001B57B4">
                  <w:pPr>
                    <w:pStyle w:val="Title"/>
                    <w:rPr>
                      <w:color w:val="E52415" w:themeColor="accent1"/>
                    </w:rPr>
                  </w:pPr>
                  <w:r>
                    <w:rPr>
                      <w:color w:val="E52415" w:themeColor="accent1"/>
                    </w:rPr>
                    <w:t xml:space="preserve">        </w:t>
                  </w:r>
                  <w:r w:rsidRPr="001B57B4">
                    <w:rPr>
                      <w:color w:val="E52415" w:themeColor="accent1"/>
                    </w:rPr>
                    <w:t xml:space="preserve">SAY NO </w:t>
                  </w:r>
                </w:p>
                <w:p w:rsidR="00182DCF" w:rsidRDefault="001B57B4">
                  <w:pPr>
                    <w:pStyle w:val="Title"/>
                  </w:pPr>
                  <w:r>
                    <w:t xml:space="preserve">  TO DRINKING!</w:t>
                  </w:r>
                </w:p>
                <w:p w:rsidR="00182DCF" w:rsidRDefault="001B57B4">
                  <w:pPr>
                    <w:pStyle w:val="Heading1"/>
                  </w:pPr>
                  <w:r>
                    <w:t>CONSEQUENCES</w:t>
                  </w:r>
                </w:p>
                <w:p w:rsidR="00182DCF" w:rsidRDefault="001B57B4" w:rsidP="001B57B4">
                  <w:r>
                    <w:t xml:space="preserve">When you’re about to take a sip of alcohol do you think about the consequences? </w:t>
                  </w:r>
                </w:p>
                <w:p w:rsidR="001B57B4" w:rsidRDefault="001B57B4" w:rsidP="001B57B4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Suspension</w:t>
                  </w:r>
                </w:p>
                <w:p w:rsidR="001B57B4" w:rsidRDefault="001B57B4" w:rsidP="001B57B4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Loss of housing</w:t>
                  </w:r>
                </w:p>
                <w:p w:rsidR="001B57B4" w:rsidRDefault="009D2E0D" w:rsidP="001B57B4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Fines</w:t>
                  </w:r>
                </w:p>
                <w:p w:rsidR="001B57B4" w:rsidRDefault="009D2E0D" w:rsidP="001B57B4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Alcohol classes</w:t>
                  </w:r>
                </w:p>
                <w:p w:rsidR="009D2E0D" w:rsidRDefault="009D2E0D" w:rsidP="001B57B4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Repeated offenders may result in expulsion  </w:t>
                  </w:r>
                </w:p>
                <w:p w:rsidR="009D2E0D" w:rsidRDefault="009D2E0D" w:rsidP="009D2E0D">
                  <w:pPr>
                    <w:ind w:left="360"/>
                  </w:pPr>
                </w:p>
              </w:tc>
            </w:tr>
            <w:tr w:rsidR="00182DCF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:rsidR="00182DCF" w:rsidRDefault="009D72E5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1068070" cy="91440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download (2)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8070" cy="91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82DCF" w:rsidRDefault="00182DCF"/>
        </w:tc>
        <w:tc>
          <w:tcPr>
            <w:tcW w:w="144" w:type="dxa"/>
          </w:tcPr>
          <w:p w:rsidR="00182DCF" w:rsidRDefault="00182DCF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182DCF">
              <w:trPr>
                <w:trHeight w:hRule="exact" w:val="10800"/>
              </w:trPr>
              <w:tc>
                <w:tcPr>
                  <w:tcW w:w="3446" w:type="dxa"/>
                  <w:shd w:val="clear" w:color="auto" w:fill="000000" w:themeFill="accent2"/>
                  <w:vAlign w:val="center"/>
                </w:tcPr>
                <w:p w:rsidR="00182DCF" w:rsidRDefault="001B57B4">
                  <w:pPr>
                    <w:pStyle w:val="Heading2"/>
                  </w:pPr>
                  <w:r>
                    <w:t xml:space="preserve">DON’T </w:t>
                  </w:r>
                </w:p>
                <w:p w:rsidR="00182DCF" w:rsidRDefault="00182DCF" w:rsidP="00635F88">
                  <w:pPr>
                    <w:pStyle w:val="Line"/>
                    <w:shd w:val="clear" w:color="auto" w:fill="000000" w:themeFill="text1"/>
                  </w:pPr>
                </w:p>
                <w:p w:rsidR="00182DCF" w:rsidRDefault="001B57B4">
                  <w:pPr>
                    <w:pStyle w:val="Heading2"/>
                  </w:pPr>
                  <w:r>
                    <w:t xml:space="preserve">GIVE </w:t>
                  </w:r>
                </w:p>
                <w:p w:rsidR="00182DCF" w:rsidRDefault="00182DCF">
                  <w:pPr>
                    <w:pStyle w:val="Line"/>
                  </w:pPr>
                </w:p>
                <w:p w:rsidR="00182DCF" w:rsidRDefault="001B57B4">
                  <w:pPr>
                    <w:pStyle w:val="Heading2"/>
                  </w:pPr>
                  <w:r>
                    <w:t xml:space="preserve">IN </w:t>
                  </w:r>
                </w:p>
                <w:p w:rsidR="00182DCF" w:rsidRDefault="00182DCF">
                  <w:pPr>
                    <w:pStyle w:val="Line"/>
                  </w:pPr>
                </w:p>
                <w:p w:rsidR="00182DCF" w:rsidRDefault="001B57B4">
                  <w:pPr>
                    <w:pStyle w:val="Heading2"/>
                  </w:pPr>
                  <w:r>
                    <w:t xml:space="preserve">TO </w:t>
                  </w:r>
                </w:p>
                <w:p w:rsidR="00182DCF" w:rsidRDefault="00182DCF">
                  <w:pPr>
                    <w:pStyle w:val="Line"/>
                  </w:pPr>
                </w:p>
                <w:p w:rsidR="00182DCF" w:rsidRDefault="001B57B4" w:rsidP="001B57B4">
                  <w:pPr>
                    <w:pStyle w:val="Heading2"/>
                  </w:pPr>
                  <w:r>
                    <w:t xml:space="preserve">PEER </w:t>
                  </w:r>
                </w:p>
                <w:p w:rsidR="001B57B4" w:rsidRDefault="001B57B4" w:rsidP="001B57B4">
                  <w:pPr>
                    <w:pStyle w:val="Line"/>
                  </w:pPr>
                </w:p>
                <w:p w:rsidR="001B57B4" w:rsidRDefault="001B57B4" w:rsidP="001B57B4">
                  <w:pPr>
                    <w:pStyle w:val="Heading2"/>
                  </w:pPr>
                  <w:r>
                    <w:t>PRESSURE!</w:t>
                  </w:r>
                </w:p>
                <w:p w:rsidR="000A5700" w:rsidRPr="000A5700" w:rsidRDefault="000A5700" w:rsidP="000A5700">
                  <w:pPr>
                    <w:pStyle w:val="Line"/>
                  </w:pPr>
                  <w:bookmarkStart w:id="0" w:name="_GoBack"/>
                  <w:bookmarkEnd w:id="0"/>
                </w:p>
                <w:p w:rsidR="009D2E0D" w:rsidRPr="009D2E0D" w:rsidRDefault="009D2E0D" w:rsidP="009D2E0D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9D2E0D">
                    <w:rPr>
                      <w:sz w:val="24"/>
                      <w:szCs w:val="24"/>
                    </w:rPr>
                    <w:t>Do you think you have a drinking problem? Are you worried about yourself? Need help?</w:t>
                  </w:r>
                </w:p>
                <w:p w:rsidR="009D2E0D" w:rsidRPr="009D2E0D" w:rsidRDefault="009D2E0D" w:rsidP="009D2E0D">
                  <w:pPr>
                    <w:keepNext/>
                    <w:keepLines/>
                    <w:spacing w:after="0"/>
                    <w:jc w:val="center"/>
                    <w:outlineLvl w:val="1"/>
                    <w:rPr>
                      <w:rFonts w:asciiTheme="majorHAnsi" w:eastAsiaTheme="majorEastAsia" w:hAnsiTheme="majorHAnsi" w:cstheme="majorBidi"/>
                      <w:b/>
                      <w:bCs/>
                      <w:color w:val="FEF5F4" w:themeColor="background1"/>
                      <w:sz w:val="24"/>
                      <w:szCs w:val="24"/>
                    </w:rPr>
                  </w:pPr>
                  <w:r w:rsidRPr="009D2E0D">
                    <w:rPr>
                      <w:rFonts w:asciiTheme="majorHAnsi" w:eastAsiaTheme="majorEastAsia" w:hAnsiTheme="majorHAnsi" w:cstheme="majorBidi"/>
                      <w:b/>
                      <w:bCs/>
                      <w:color w:val="FEF5F4" w:themeColor="background1"/>
                      <w:sz w:val="24"/>
                      <w:szCs w:val="24"/>
                    </w:rPr>
                    <w:t>Contact information listed below.</w:t>
                  </w:r>
                </w:p>
                <w:p w:rsidR="009D2E0D" w:rsidRPr="009D2E0D" w:rsidRDefault="009D2E0D" w:rsidP="009D2E0D">
                  <w:pPr>
                    <w:pStyle w:val="Line"/>
                  </w:pPr>
                </w:p>
              </w:tc>
            </w:tr>
            <w:tr w:rsidR="00182DCF">
              <w:trPr>
                <w:trHeight w:hRule="exact" w:val="144"/>
              </w:trPr>
              <w:tc>
                <w:tcPr>
                  <w:tcW w:w="3446" w:type="dxa"/>
                </w:tcPr>
                <w:p w:rsidR="00182DCF" w:rsidRDefault="00182DCF"/>
              </w:tc>
            </w:tr>
            <w:tr w:rsidR="00182DCF">
              <w:trPr>
                <w:trHeight w:hRule="exact" w:val="3456"/>
              </w:trPr>
              <w:tc>
                <w:tcPr>
                  <w:tcW w:w="3446" w:type="dxa"/>
                  <w:shd w:val="clear" w:color="auto" w:fill="E52415" w:themeFill="accent1"/>
                  <w:vAlign w:val="center"/>
                </w:tcPr>
                <w:p w:rsidR="009D2E0D" w:rsidRPr="000A5700" w:rsidRDefault="000A5700">
                  <w:pPr>
                    <w:pStyle w:val="Heading3"/>
                    <w:rPr>
                      <w:sz w:val="18"/>
                    </w:rPr>
                  </w:pPr>
                  <w:r w:rsidRPr="000A5700">
                    <w:rPr>
                      <w:sz w:val="18"/>
                    </w:rPr>
                    <w:t>DRUG ALCOHOL WELLNESS NETWORK</w:t>
                  </w:r>
                </w:p>
                <w:p w:rsidR="00182DCF" w:rsidRDefault="000A5700">
                  <w:pPr>
                    <w:pStyle w:val="Heading3"/>
                  </w:pPr>
                  <w:r>
                    <w:t>D.A.W.N.</w:t>
                  </w:r>
                </w:p>
                <w:p w:rsidR="00182DCF" w:rsidRDefault="000A5700">
                  <w:pPr>
                    <w:pStyle w:val="ContactInfo"/>
                  </w:pPr>
                  <w:sdt>
                    <w:sdtPr>
                      <w:rPr>
                        <w:sz w:val="24"/>
                        <w:szCs w:val="24"/>
                      </w:rPr>
                      <w:id w:val="857003158"/>
                      <w:placeholder>
                        <w:docPart w:val="68D563FA5E6E42DFAB4276A1E930058E"/>
                      </w:placeholder>
                      <w15:appearance w15:val="hidden"/>
                      <w:text w:multiLine="1"/>
                    </w:sdtPr>
                    <w:sdtEndPr/>
                    <w:sdtContent>
                      <w:r w:rsidRPr="000A5700">
                        <w:rPr>
                          <w:sz w:val="24"/>
                          <w:szCs w:val="24"/>
                        </w:rPr>
                        <w:t>Dawn Office</w:t>
                      </w:r>
                      <w:r w:rsidRPr="000A5700">
                        <w:rPr>
                          <w:sz w:val="24"/>
                          <w:szCs w:val="24"/>
                        </w:rPr>
                        <w:br/>
                        <w:t>253 Student Services Center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(570) 389-4980</w:t>
                      </w:r>
                      <w:r>
                        <w:rPr>
                          <w:sz w:val="24"/>
                          <w:szCs w:val="24"/>
                        </w:rPr>
                        <w:br/>
                      </w:r>
                    </w:sdtContent>
                  </w:sdt>
                </w:p>
                <w:p w:rsidR="00182DCF" w:rsidRDefault="000A5700">
                  <w:pPr>
                    <w:pStyle w:val="ContactInfo"/>
                  </w:pPr>
                  <w:r>
                    <w:t>http://bloomu.edu/dawn</w:t>
                  </w:r>
                </w:p>
                <w:p w:rsidR="00182DCF" w:rsidRDefault="000A5700" w:rsidP="000A5700">
                  <w:pPr>
                    <w:pStyle w:val="Date"/>
                  </w:pPr>
                  <w:r>
                    <w:t>M-F 8a.m.-4:30p.m.</w:t>
                  </w:r>
                </w:p>
              </w:tc>
            </w:tr>
          </w:tbl>
          <w:p w:rsidR="00182DCF" w:rsidRDefault="00182DCF"/>
        </w:tc>
      </w:tr>
    </w:tbl>
    <w:p w:rsidR="00182DCF" w:rsidRDefault="00182DCF">
      <w:pPr>
        <w:pStyle w:val="NoSpacing"/>
      </w:pPr>
    </w:p>
    <w:sectPr w:rsidR="00182DCF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73242"/>
    <w:multiLevelType w:val="hybridMultilevel"/>
    <w:tmpl w:val="AC4A47C8"/>
    <w:lvl w:ilvl="0" w:tplc="3D4CD8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F88"/>
    <w:rsid w:val="000A5700"/>
    <w:rsid w:val="00182DCF"/>
    <w:rsid w:val="001B3ACC"/>
    <w:rsid w:val="001B57B4"/>
    <w:rsid w:val="002B04D4"/>
    <w:rsid w:val="00635F88"/>
    <w:rsid w:val="009D2E0D"/>
    <w:rsid w:val="009D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79601E-C045-4208-8657-E99B9F14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000000" w:themeColor="text2"/>
        <w:sz w:val="26"/>
        <w:szCs w:val="26"/>
        <w:lang w:val="en-US" w:eastAsia="ja-JP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80" w:line="240" w:lineRule="auto"/>
      <w:contextualSpacing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bCs/>
      <w:color w:val="FEF5F4" w:themeColor="background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b/>
      <w:bCs/>
      <w:caps/>
      <w:color w:val="FEF5F4" w:themeColor="background1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5241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40"/>
    </w:pPr>
    <w:rPr>
      <w:color w:val="E52415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b/>
      <w:bCs/>
      <w:caps/>
      <w:color w:val="E52415" w:themeColor="accent1"/>
      <w:kern w:val="28"/>
      <w:sz w:val="106"/>
      <w:szCs w:val="106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192" w:lineRule="auto"/>
    </w:pPr>
    <w:rPr>
      <w:rFonts w:asciiTheme="majorHAnsi" w:eastAsiaTheme="majorEastAsia" w:hAnsiTheme="majorHAnsi" w:cstheme="majorBidi"/>
      <w:b/>
      <w:bCs/>
      <w:caps/>
      <w:kern w:val="28"/>
      <w:sz w:val="106"/>
      <w:szCs w:val="10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kern w:val="28"/>
      <w:sz w:val="106"/>
      <w:szCs w:val="106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b/>
      <w:bCs/>
      <w:color w:val="FEF5F4" w:themeColor="background1"/>
      <w:sz w:val="36"/>
      <w:szCs w:val="36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EF5F4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b/>
      <w:bCs/>
      <w:caps/>
      <w:color w:val="FEF5F4" w:themeColor="background1"/>
      <w:sz w:val="30"/>
      <w:szCs w:val="30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EF5F4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EF5F4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EF5F4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Theme="majorHAnsi" w:eastAsiaTheme="majorEastAsia" w:hAnsiTheme="majorHAnsi" w:cstheme="majorBidi"/>
      <w:color w:val="E52415" w:themeColor="accent1"/>
    </w:rPr>
  </w:style>
  <w:style w:type="paragraph" w:styleId="ListParagraph">
    <w:name w:val="List Paragraph"/>
    <w:basedOn w:val="Normal"/>
    <w:uiPriority w:val="34"/>
    <w:unhideWhenUsed/>
    <w:qFormat/>
    <w:rsid w:val="001B5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lleen\AppData\Roaming\Microsoft\Templates\Event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8D563FA5E6E42DFAB4276A1E93005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53CB5-69C8-4169-B970-ADB08483ED9E}"/>
      </w:docPartPr>
      <w:docPartBody>
        <w:p w:rsidR="00F54627" w:rsidRDefault="00C233AA">
          <w:pPr>
            <w:pStyle w:val="68D563FA5E6E42DFAB4276A1E930058E"/>
          </w:pPr>
          <w:r>
            <w:t>[Street Address]</w:t>
          </w:r>
          <w:r>
            <w:br/>
            <w:t>[City, ST  ZIP Code]</w:t>
          </w:r>
          <w:r>
            <w:br/>
            <w:t>[Telephone]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D3B"/>
    <w:rsid w:val="000763FD"/>
    <w:rsid w:val="00547D3B"/>
    <w:rsid w:val="00C233AA"/>
    <w:rsid w:val="00F5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D097C9112A4E29BF8DBD3FCC30E75F">
    <w:name w:val="D9D097C9112A4E29BF8DBD3FCC30E75F"/>
  </w:style>
  <w:style w:type="paragraph" w:customStyle="1" w:styleId="3E85C7838D144AFDA47FF2B4650108C7">
    <w:name w:val="3E85C7838D144AFDA47FF2B4650108C7"/>
  </w:style>
  <w:style w:type="paragraph" w:customStyle="1" w:styleId="4D82740E58D141AF9A9B4D0B8DB5ABB2">
    <w:name w:val="4D82740E58D141AF9A9B4D0B8DB5ABB2"/>
  </w:style>
  <w:style w:type="paragraph" w:customStyle="1" w:styleId="DEAEBF08D9EC4028957AEA7390BB4103">
    <w:name w:val="DEAEBF08D9EC4028957AEA7390BB4103"/>
  </w:style>
  <w:style w:type="paragraph" w:customStyle="1" w:styleId="F2831BC59F954C5896B1C99617FBA93D">
    <w:name w:val="F2831BC59F954C5896B1C99617FBA93D"/>
  </w:style>
  <w:style w:type="paragraph" w:customStyle="1" w:styleId="894CEDA56F1A45D5A6345341342D76CB">
    <w:name w:val="894CEDA56F1A45D5A6345341342D76CB"/>
  </w:style>
  <w:style w:type="paragraph" w:customStyle="1" w:styleId="E0E74483883547F2AE94B853C0451073">
    <w:name w:val="E0E74483883547F2AE94B853C0451073"/>
  </w:style>
  <w:style w:type="paragraph" w:customStyle="1" w:styleId="B3617B90075D4607BACBF899322E17D3">
    <w:name w:val="B3617B90075D4607BACBF899322E17D3"/>
  </w:style>
  <w:style w:type="paragraph" w:customStyle="1" w:styleId="C6E2C95836454256AD5678F99EE9BAD7">
    <w:name w:val="C6E2C95836454256AD5678F99EE9BAD7"/>
  </w:style>
  <w:style w:type="paragraph" w:customStyle="1" w:styleId="D653AC9C02304A549E65A84329908DC9">
    <w:name w:val="D653AC9C02304A549E65A84329908DC9"/>
  </w:style>
  <w:style w:type="paragraph" w:customStyle="1" w:styleId="68D563FA5E6E42DFAB4276A1E930058E">
    <w:name w:val="68D563FA5E6E42DFAB4276A1E930058E"/>
  </w:style>
  <w:style w:type="paragraph" w:customStyle="1" w:styleId="7DB71F9A01AC40C2877BB52BF93C5D39">
    <w:name w:val="7DB71F9A01AC40C2877BB52BF93C5D39"/>
  </w:style>
  <w:style w:type="paragraph" w:customStyle="1" w:styleId="5C508AE5DA5A45EAB5E21439729FA407">
    <w:name w:val="5C508AE5DA5A45EAB5E21439729FA407"/>
  </w:style>
  <w:style w:type="paragraph" w:customStyle="1" w:styleId="419E4EB14B8E4416A629D49880E82961">
    <w:name w:val="419E4EB14B8E4416A629D49880E82961"/>
    <w:rsid w:val="00547D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rgbClr val="000000"/>
      </a:dk1>
      <a:lt1>
        <a:srgbClr val="FEF5F4"/>
      </a:lt1>
      <a:dk2>
        <a:srgbClr val="000000"/>
      </a:dk2>
      <a:lt2>
        <a:srgbClr val="FEF5F4"/>
      </a:lt2>
      <a:accent1>
        <a:srgbClr val="E52415"/>
      </a:accent1>
      <a:accent2>
        <a:srgbClr val="000000"/>
      </a:accent2>
      <a:accent3>
        <a:srgbClr val="E52415"/>
      </a:accent3>
      <a:accent4>
        <a:srgbClr val="ACBC25"/>
      </a:accent4>
      <a:accent5>
        <a:srgbClr val="7B4A0F"/>
      </a:accent5>
      <a:accent6>
        <a:srgbClr val="801F2B"/>
      </a:accent6>
      <a:hlink>
        <a:srgbClr val="3D537E"/>
      </a:hlink>
      <a:folHlink>
        <a:srgbClr val="604774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FEF9B81-C341-4D9A-80F0-7D98730AF8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flyer</Template>
  <TotalTime>55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</dc:creator>
  <cp:keywords/>
  <dc:description/>
  <cp:lastModifiedBy>eileen</cp:lastModifiedBy>
  <cp:revision>4</cp:revision>
  <cp:lastPrinted>2012-12-25T21:02:00Z</cp:lastPrinted>
  <dcterms:created xsi:type="dcterms:W3CDTF">2013-10-08T21:03:00Z</dcterms:created>
  <dcterms:modified xsi:type="dcterms:W3CDTF">2013-10-09T01:56:00Z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TC039885649991</vt:lpwstr>
  </property>
</Properties>
</file>